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62" w:rsidRDefault="009A3262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9A3262" w:rsidRDefault="009A3262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9A3262" w:rsidRDefault="009A3262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9A3262" w:rsidRDefault="009A3262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A3262" w:rsidRDefault="009A3262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9A3262" w:rsidRDefault="009A3262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9A3262" w:rsidRDefault="009A3262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9A3262" w:rsidRDefault="009A3262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9A3262" w:rsidRDefault="009A3262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2017 r. poz.1579</w:t>
      </w:r>
      <w:r>
        <w:rPr>
          <w:b/>
          <w:sz w:val="24"/>
          <w:szCs w:val="24"/>
        </w:rPr>
        <w:t xml:space="preserve"> z późn.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9A3262" w:rsidRDefault="009A3262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9A3262" w:rsidRDefault="009A3262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9A3262" w:rsidRPr="00F51B9D" w:rsidRDefault="009A3262" w:rsidP="00F51B9D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F51B9D">
        <w:rPr>
          <w:rFonts w:ascii="Arial" w:hAnsi="Arial" w:cs="Arial"/>
          <w:b/>
          <w:bCs/>
          <w:i/>
          <w:iCs/>
          <w:sz w:val="21"/>
          <w:szCs w:val="21"/>
        </w:rPr>
        <w:t xml:space="preserve">„Wymiana uszkodzonych słupów i osprzętu sieciowego sieci trakcyjnej  na liniach tramwajowych  w Bydgoszczy  (zaprojektuj 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i </w:t>
      </w:r>
      <w:r w:rsidRPr="00F51B9D">
        <w:rPr>
          <w:rFonts w:ascii="Arial" w:hAnsi="Arial" w:cs="Arial"/>
          <w:b/>
          <w:bCs/>
          <w:i/>
          <w:iCs/>
          <w:sz w:val="21"/>
          <w:szCs w:val="21"/>
        </w:rPr>
        <w:t>wybuduj)”</w:t>
      </w:r>
    </w:p>
    <w:p w:rsidR="009A3262" w:rsidRPr="00B256A2" w:rsidRDefault="009A3262" w:rsidP="00540EE1">
      <w:pPr>
        <w:spacing w:after="0" w:line="360" w:lineRule="auto"/>
        <w:ind w:firstLine="142"/>
        <w:rPr>
          <w:rFonts w:ascii="Arial" w:hAnsi="Arial" w:cs="Arial"/>
          <w:b/>
          <w:bCs/>
          <w:sz w:val="10"/>
          <w:szCs w:val="21"/>
        </w:rPr>
      </w:pPr>
    </w:p>
    <w:p w:rsidR="009A3262" w:rsidRDefault="009A3262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9A3262" w:rsidRDefault="009A3262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9A3262" w:rsidRPr="00540EE1" w:rsidRDefault="009A3262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9A3262" w:rsidRDefault="009A3262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9A3262" w:rsidRDefault="009A3262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9A3262" w:rsidRDefault="009A3262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A3262" w:rsidRDefault="009A3262" w:rsidP="00E75EDD">
      <w:pPr>
        <w:spacing w:after="0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9A3262" w:rsidRPr="00E75EDD" w:rsidRDefault="009A3262" w:rsidP="00090EA5">
      <w:pPr>
        <w:jc w:val="both"/>
        <w:rPr>
          <w:i/>
          <w:sz w:val="8"/>
          <w:szCs w:val="21"/>
        </w:rPr>
      </w:pP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9A3262" w:rsidRDefault="009A3262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9A3262" w:rsidRDefault="009A3262" w:rsidP="00E75E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…………………………………………………………………………………………..………………….............</w:t>
      </w: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A3262" w:rsidRDefault="009A3262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9A3262" w:rsidRDefault="009A3262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9A3262" w:rsidRDefault="009A3262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A3262" w:rsidRPr="00836300" w:rsidRDefault="009A3262" w:rsidP="00090EA5">
      <w:pPr>
        <w:jc w:val="both"/>
        <w:rPr>
          <w:i/>
        </w:rPr>
      </w:pPr>
      <w:r w:rsidRPr="00836300">
        <w:rPr>
          <w:i/>
        </w:rPr>
        <w:t xml:space="preserve">* podpis(y) osoby(osób) uprawnionej(ych) do składania oświadczeń woli w imieniu wykonawcy/pełnomocnika </w:t>
      </w:r>
    </w:p>
    <w:p w:rsidR="009A3262" w:rsidRPr="00103FBC" w:rsidRDefault="009A3262" w:rsidP="00F76C63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103FBC"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9A3262" w:rsidRPr="00103FBC" w:rsidRDefault="009A3262" w:rsidP="00F76C6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03FBC"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tj.:……………………………………... …….………………………………………………………………………………………….………..……………………………………………………………………………………………</w:t>
      </w:r>
    </w:p>
    <w:p w:rsidR="009A3262" w:rsidRPr="00103FBC" w:rsidRDefault="009A3262" w:rsidP="00F76C63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103FBC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KRS/CEiDG)</w:t>
      </w:r>
    </w:p>
    <w:p w:rsidR="009A3262" w:rsidRPr="00103FBC" w:rsidRDefault="009A3262" w:rsidP="00F76C6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03FBC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9A3262" w:rsidRPr="00F76C63" w:rsidRDefault="009A3262" w:rsidP="00F76C63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9A3262" w:rsidRDefault="009A3262" w:rsidP="00F76C6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A3262" w:rsidRDefault="009A3262" w:rsidP="00F76C6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9A3262" w:rsidRPr="00E75EDD" w:rsidRDefault="009A3262" w:rsidP="00F76C6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9A3262" w:rsidRPr="00E75EDD" w:rsidRDefault="009A3262" w:rsidP="00F76C63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9A3262" w:rsidRDefault="009A3262" w:rsidP="00F76C6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A3262" w:rsidRDefault="009A3262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A3262" w:rsidRDefault="009A3262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A3262" w:rsidRDefault="009A3262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9A3262" w:rsidRPr="00E75EDD" w:rsidRDefault="009A3262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9A3262" w:rsidRPr="00E75EDD" w:rsidRDefault="009A3262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A3262" w:rsidRDefault="009A3262" w:rsidP="00090EA5">
      <w:pPr>
        <w:ind w:right="8788"/>
        <w:rPr>
          <w:i/>
          <w:iCs/>
        </w:rPr>
      </w:pPr>
      <w:r w:rsidRPr="00325E08"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9A3262" w:rsidRPr="006975BB" w:rsidRDefault="009A3262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9A3262" w:rsidRPr="006975BB" w:rsidRDefault="009A3262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9A3262" w:rsidRDefault="009A3262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A3262" w:rsidRDefault="009A3262" w:rsidP="00090EA5"/>
    <w:p w:rsidR="009A3262" w:rsidRPr="00090EA5" w:rsidRDefault="009A3262" w:rsidP="00090EA5"/>
    <w:sectPr w:rsidR="009A3262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262" w:rsidRDefault="009A3262" w:rsidP="008B6F0F">
      <w:pPr>
        <w:spacing w:after="0" w:line="240" w:lineRule="auto"/>
      </w:pPr>
      <w:r>
        <w:separator/>
      </w:r>
    </w:p>
  </w:endnote>
  <w:endnote w:type="continuationSeparator" w:id="0">
    <w:p w:rsidR="009A3262" w:rsidRDefault="009A3262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262" w:rsidRPr="008B6F0F" w:rsidRDefault="009A3262">
    <w:pPr>
      <w:pStyle w:val="Footer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9A3262" w:rsidRDefault="009A32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262" w:rsidRDefault="009A3262" w:rsidP="008B6F0F">
      <w:pPr>
        <w:spacing w:after="0" w:line="240" w:lineRule="auto"/>
      </w:pPr>
      <w:r>
        <w:separator/>
      </w:r>
    </w:p>
  </w:footnote>
  <w:footnote w:type="continuationSeparator" w:id="0">
    <w:p w:rsidR="009A3262" w:rsidRDefault="009A3262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262" w:rsidRDefault="009A3262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  <w:rPr>
        <w:rFonts w:ascii="Arial" w:hAnsi="Arial" w:cs="Arial"/>
        <w:sz w:val="18"/>
        <w:szCs w:val="18"/>
      </w:rPr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020/2018              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>braku podstaw do wykluczenia</w:t>
    </w:r>
  </w:p>
  <w:p w:rsidR="009A3262" w:rsidRPr="003875C0" w:rsidRDefault="009A3262" w:rsidP="004778FB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5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F60"/>
    <w:rsid w:val="0000243D"/>
    <w:rsid w:val="000277CB"/>
    <w:rsid w:val="00037F0B"/>
    <w:rsid w:val="00074939"/>
    <w:rsid w:val="00090EA5"/>
    <w:rsid w:val="00103FBC"/>
    <w:rsid w:val="001F2D28"/>
    <w:rsid w:val="002C72A5"/>
    <w:rsid w:val="002F3DB9"/>
    <w:rsid w:val="00325E08"/>
    <w:rsid w:val="00362672"/>
    <w:rsid w:val="003875C0"/>
    <w:rsid w:val="003A72E8"/>
    <w:rsid w:val="003B1F60"/>
    <w:rsid w:val="003D5C62"/>
    <w:rsid w:val="0041211B"/>
    <w:rsid w:val="004778FB"/>
    <w:rsid w:val="00483AF9"/>
    <w:rsid w:val="00484B45"/>
    <w:rsid w:val="004C14B9"/>
    <w:rsid w:val="00540EE1"/>
    <w:rsid w:val="00557E51"/>
    <w:rsid w:val="0057443E"/>
    <w:rsid w:val="0062317E"/>
    <w:rsid w:val="00645D88"/>
    <w:rsid w:val="00684F9C"/>
    <w:rsid w:val="006975BB"/>
    <w:rsid w:val="006C15B1"/>
    <w:rsid w:val="00742977"/>
    <w:rsid w:val="00750B21"/>
    <w:rsid w:val="007A2CAF"/>
    <w:rsid w:val="007C181A"/>
    <w:rsid w:val="00836300"/>
    <w:rsid w:val="008B6F0F"/>
    <w:rsid w:val="008F73BE"/>
    <w:rsid w:val="0096774A"/>
    <w:rsid w:val="009A3262"/>
    <w:rsid w:val="00A75432"/>
    <w:rsid w:val="00B07A7F"/>
    <w:rsid w:val="00B256A2"/>
    <w:rsid w:val="00B565F8"/>
    <w:rsid w:val="00B73A51"/>
    <w:rsid w:val="00BE2BBD"/>
    <w:rsid w:val="00C1499C"/>
    <w:rsid w:val="00C33D7B"/>
    <w:rsid w:val="00CB062B"/>
    <w:rsid w:val="00CD5B2C"/>
    <w:rsid w:val="00D60C29"/>
    <w:rsid w:val="00D87750"/>
    <w:rsid w:val="00DD27A4"/>
    <w:rsid w:val="00E25EFF"/>
    <w:rsid w:val="00E75EDD"/>
    <w:rsid w:val="00ED0035"/>
    <w:rsid w:val="00EF64EE"/>
    <w:rsid w:val="00F51B9D"/>
    <w:rsid w:val="00F76C63"/>
    <w:rsid w:val="00FD15F4"/>
    <w:rsid w:val="00FD6138"/>
    <w:rsid w:val="00FE36BE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F60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B1F60"/>
    <w:pPr>
      <w:ind w:left="720"/>
      <w:contextualSpacing/>
    </w:pPr>
  </w:style>
  <w:style w:type="paragraph" w:styleId="Header">
    <w:name w:val="header"/>
    <w:aliases w:val="Nagłówek strony"/>
    <w:basedOn w:val="Normal"/>
    <w:link w:val="Head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8B6F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6F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01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2</Pages>
  <Words>451</Words>
  <Characters>2707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17</cp:revision>
  <cp:lastPrinted>2018-05-17T12:45:00Z</cp:lastPrinted>
  <dcterms:created xsi:type="dcterms:W3CDTF">2018-02-20T08:11:00Z</dcterms:created>
  <dcterms:modified xsi:type="dcterms:W3CDTF">2018-05-17T12:45:00Z</dcterms:modified>
</cp:coreProperties>
</file>